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0EE" w:rsidRPr="007320EE" w:rsidRDefault="008E1A20" w:rsidP="007320EE">
      <w:pPr>
        <w:pStyle w:val="Standard1"/>
        <w:widowControl w:val="0"/>
        <w:tabs>
          <w:tab w:val="left" w:pos="8080"/>
        </w:tabs>
        <w:spacing w:after="360"/>
        <w:ind w:left="142"/>
        <w:rPr>
          <w:b/>
          <w:sz w:val="32"/>
          <w:szCs w:val="26"/>
          <w:u w:val="single"/>
        </w:rPr>
      </w:pPr>
      <w:r>
        <w:rPr>
          <w:b/>
          <w:sz w:val="32"/>
          <w:szCs w:val="26"/>
          <w:u w:val="single"/>
        </w:rPr>
        <w:t>Ich-kann-Liste</w:t>
      </w:r>
      <w:r w:rsidR="009766E4">
        <w:rPr>
          <w:b/>
          <w:sz w:val="32"/>
          <w:szCs w:val="26"/>
          <w:u w:val="single"/>
        </w:rPr>
        <w:t xml:space="preserve"> zu Lernfortschritt 1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7371"/>
        <w:gridCol w:w="567"/>
        <w:gridCol w:w="567"/>
      </w:tblGrid>
      <w:tr w:rsidR="009766E4" w:rsidRPr="00F5101E" w:rsidTr="008C3306">
        <w:trPr>
          <w:trHeight w:val="767"/>
        </w:trPr>
        <w:tc>
          <w:tcPr>
            <w:tcW w:w="880" w:type="dxa"/>
            <w:tcBorders>
              <w:bottom w:val="single" w:sz="4" w:space="0" w:color="auto"/>
            </w:tcBorders>
          </w:tcPr>
          <w:p w:rsidR="009766E4" w:rsidRPr="00AF29BB" w:rsidRDefault="009766E4" w:rsidP="005524DE">
            <w:pPr>
              <w:pStyle w:val="Standard1"/>
              <w:spacing w:before="60" w:line="240" w:lineRule="auto"/>
              <w:rPr>
                <w:b/>
                <w:szCs w:val="22"/>
              </w:rPr>
            </w:pPr>
            <w:r w:rsidRPr="00AF29BB">
              <w:rPr>
                <w:b/>
                <w:szCs w:val="22"/>
              </w:rPr>
              <w:t>Grob-ziel</w:t>
            </w:r>
            <w:r w:rsidR="003D5CBB">
              <w:rPr>
                <w:b/>
                <w:szCs w:val="22"/>
              </w:rPr>
              <w:t>e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660357" w:rsidRPr="00660357" w:rsidRDefault="0029220F" w:rsidP="0029220F">
            <w:pPr>
              <w:pStyle w:val="Standard1"/>
              <w:spacing w:before="80" w:line="240" w:lineRule="auto"/>
              <w:ind w:left="600" w:right="-179" w:hanging="600"/>
              <w:rPr>
                <w:b/>
                <w:color w:val="auto"/>
                <w:szCs w:val="22"/>
              </w:rPr>
            </w:pPr>
            <w:r>
              <w:rPr>
                <w:b/>
                <w:szCs w:val="22"/>
              </w:rPr>
              <w:sym w:font="Wingdings" w:char="F06C"/>
            </w:r>
            <w:r>
              <w:rPr>
                <w:b/>
                <w:color w:val="auto"/>
                <w:szCs w:val="22"/>
              </w:rPr>
              <w:tab/>
            </w:r>
            <w:r w:rsidR="00660357" w:rsidRPr="00660357">
              <w:rPr>
                <w:b/>
                <w:color w:val="auto"/>
                <w:szCs w:val="22"/>
              </w:rPr>
              <w:t xml:space="preserve">Funktionsweise </w:t>
            </w:r>
            <w:r w:rsidR="005F4FC4">
              <w:rPr>
                <w:b/>
                <w:color w:val="auto"/>
                <w:szCs w:val="22"/>
              </w:rPr>
              <w:t>des</w:t>
            </w:r>
            <w:r w:rsidR="00660357" w:rsidRPr="00660357">
              <w:rPr>
                <w:b/>
                <w:color w:val="auto"/>
                <w:szCs w:val="22"/>
              </w:rPr>
              <w:t xml:space="preserve"> Schichtenmodells beschreiben.</w:t>
            </w:r>
          </w:p>
          <w:p w:rsidR="00660357" w:rsidRPr="00660357" w:rsidRDefault="0029220F" w:rsidP="0029220F">
            <w:pPr>
              <w:pStyle w:val="Listenabsatz"/>
              <w:tabs>
                <w:tab w:val="left" w:pos="6420"/>
              </w:tabs>
              <w:spacing w:before="80" w:after="120"/>
              <w:ind w:left="600" w:hanging="60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sym w:font="Wingdings" w:char="F06C"/>
            </w:r>
            <w:r>
              <w:rPr>
                <w:rFonts w:ascii="Arial" w:hAnsi="Arial" w:cs="Arial"/>
                <w:b/>
                <w:sz w:val="22"/>
                <w:szCs w:val="22"/>
              </w:rPr>
              <w:tab/>
            </w:r>
            <w:r w:rsidR="00660357" w:rsidRPr="00660357">
              <w:rPr>
                <w:rFonts w:ascii="Arial" w:hAnsi="Arial" w:cs="Arial"/>
                <w:b/>
                <w:sz w:val="22"/>
                <w:szCs w:val="22"/>
              </w:rPr>
              <w:t>Netzwerke unter Berücksichtigung verschiedener Komponenten entwerfen und anwenden.</w:t>
            </w:r>
          </w:p>
        </w:tc>
        <w:tc>
          <w:tcPr>
            <w:tcW w:w="567" w:type="dxa"/>
            <w:shd w:val="clear" w:color="auto" w:fill="auto"/>
          </w:tcPr>
          <w:p w:rsidR="008C3306" w:rsidRDefault="008C3306" w:rsidP="008C3306">
            <w:pPr>
              <w:pStyle w:val="Standard1"/>
              <w:spacing w:before="20" w:line="240" w:lineRule="auto"/>
              <w:rPr>
                <w:b/>
                <w:color w:val="auto"/>
                <w:szCs w:val="22"/>
              </w:rPr>
            </w:pPr>
          </w:p>
          <w:p w:rsidR="009766E4" w:rsidRPr="00F5101E" w:rsidRDefault="009766E4" w:rsidP="0091681F">
            <w:pPr>
              <w:pStyle w:val="Standard1"/>
              <w:spacing w:before="80" w:line="240" w:lineRule="auto"/>
              <w:rPr>
                <w:szCs w:val="22"/>
              </w:rPr>
            </w:pPr>
          </w:p>
        </w:tc>
      </w:tr>
      <w:tr w:rsidR="00545DE2" w:rsidRPr="00F5101E" w:rsidTr="00BF3642">
        <w:trPr>
          <w:trHeight w:val="660"/>
        </w:trPr>
        <w:tc>
          <w:tcPr>
            <w:tcW w:w="880" w:type="dxa"/>
            <w:tcBorders>
              <w:bottom w:val="nil"/>
            </w:tcBorders>
          </w:tcPr>
          <w:p w:rsidR="00545DE2" w:rsidRPr="00AF29BB" w:rsidRDefault="00545DE2" w:rsidP="00BF3642">
            <w:pPr>
              <w:pStyle w:val="Standard1"/>
              <w:spacing w:before="40" w:line="240" w:lineRule="auto"/>
              <w:rPr>
                <w:b/>
                <w:color w:val="auto"/>
                <w:szCs w:val="22"/>
              </w:rPr>
            </w:pPr>
            <w:r w:rsidRPr="00AF29BB">
              <w:rPr>
                <w:b/>
                <w:szCs w:val="22"/>
              </w:rPr>
              <w:t>Fein- ziele</w:t>
            </w:r>
          </w:p>
        </w:tc>
        <w:tc>
          <w:tcPr>
            <w:tcW w:w="7371" w:type="dxa"/>
            <w:shd w:val="clear" w:color="auto" w:fill="auto"/>
          </w:tcPr>
          <w:p w:rsidR="00545DE2" w:rsidRDefault="00545DE2" w:rsidP="00545DE2">
            <w:pPr>
              <w:pStyle w:val="Standard1"/>
              <w:spacing w:before="120" w:after="40" w:line="240" w:lineRule="auto"/>
              <w:ind w:left="601" w:hanging="601"/>
              <w:rPr>
                <w:szCs w:val="22"/>
              </w:rPr>
            </w:pPr>
            <w:r>
              <w:rPr>
                <w:szCs w:val="22"/>
              </w:rPr>
              <w:t>1.1</w:t>
            </w:r>
            <w:r>
              <w:rPr>
                <w:szCs w:val="22"/>
              </w:rPr>
              <w:tab/>
              <w:t xml:space="preserve">Ich kann die Aufgaben </w:t>
            </w:r>
            <w:r w:rsidR="005F4FC4">
              <w:rPr>
                <w:szCs w:val="22"/>
              </w:rPr>
              <w:t>des</w:t>
            </w:r>
            <w:bookmarkStart w:id="0" w:name="_GoBack"/>
            <w:bookmarkEnd w:id="0"/>
            <w:r>
              <w:rPr>
                <w:szCs w:val="22"/>
              </w:rPr>
              <w:t xml:space="preserve"> Schichtenmodells erklären.</w:t>
            </w:r>
          </w:p>
          <w:p w:rsidR="00545DE2" w:rsidRPr="005524DE" w:rsidRDefault="00545DE2" w:rsidP="00F53F72">
            <w:pPr>
              <w:pStyle w:val="Standard1"/>
              <w:spacing w:before="80" w:after="120" w:line="240" w:lineRule="auto"/>
              <w:ind w:left="601" w:hanging="601"/>
              <w:rPr>
                <w:szCs w:val="22"/>
              </w:rPr>
            </w:pPr>
            <w:r>
              <w:rPr>
                <w:szCs w:val="22"/>
              </w:rPr>
              <w:t>1.2</w:t>
            </w:r>
            <w:r>
              <w:rPr>
                <w:szCs w:val="22"/>
              </w:rPr>
              <w:tab/>
              <w:t>Ich kann den Aufbau des OSI-Referenzmodells beschreiben.</w:t>
            </w:r>
          </w:p>
        </w:tc>
        <w:tc>
          <w:tcPr>
            <w:tcW w:w="567" w:type="dxa"/>
          </w:tcPr>
          <w:p w:rsidR="00545DE2" w:rsidRPr="00D573FD" w:rsidRDefault="00545DE2" w:rsidP="00900464">
            <w:pPr>
              <w:pStyle w:val="Standard1"/>
              <w:spacing w:before="120" w:after="60" w:line="240" w:lineRule="auto"/>
              <w:rPr>
                <w:szCs w:val="22"/>
              </w:rPr>
            </w:pPr>
            <w:r w:rsidRPr="00D573FD">
              <w:rPr>
                <w:szCs w:val="22"/>
              </w:rPr>
              <w:t>P</w:t>
            </w:r>
          </w:p>
          <w:p w:rsidR="00545DE2" w:rsidRPr="003814E1" w:rsidRDefault="003814E1" w:rsidP="00F53F72">
            <w:pPr>
              <w:pStyle w:val="Standard1"/>
              <w:spacing w:before="80" w:after="60" w:line="240" w:lineRule="auto"/>
              <w:rPr>
                <w:szCs w:val="22"/>
              </w:rPr>
            </w:pPr>
            <w:r>
              <w:rPr>
                <w:szCs w:val="22"/>
              </w:rPr>
              <w:t>P</w:t>
            </w:r>
          </w:p>
        </w:tc>
        <w:tc>
          <w:tcPr>
            <w:tcW w:w="567" w:type="dxa"/>
            <w:shd w:val="clear" w:color="auto" w:fill="auto"/>
          </w:tcPr>
          <w:sdt>
            <w:sdtPr>
              <w:rPr>
                <w:b/>
                <w:szCs w:val="22"/>
              </w:rPr>
              <w:id w:val="-2555152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45DE2" w:rsidRDefault="00545DE2" w:rsidP="00900464">
                <w:pPr>
                  <w:pStyle w:val="Standard1"/>
                  <w:spacing w:before="80" w:line="240" w:lineRule="auto"/>
                  <w:rPr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sdt>
            <w:sdtPr>
              <w:rPr>
                <w:b/>
                <w:szCs w:val="22"/>
              </w:rPr>
              <w:id w:val="-18759228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45DE2" w:rsidRPr="00F30560" w:rsidRDefault="00545DE2" w:rsidP="00F53F72">
                <w:pPr>
                  <w:pStyle w:val="Standard1"/>
                  <w:spacing w:before="60" w:line="240" w:lineRule="auto"/>
                  <w:rPr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</w:tc>
      </w:tr>
      <w:tr w:rsidR="00545DE2" w:rsidRPr="00F5101E" w:rsidTr="00BF3642">
        <w:trPr>
          <w:trHeight w:val="453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5DE2" w:rsidRPr="00F5101E" w:rsidRDefault="00545DE2" w:rsidP="00BF3642">
            <w:pPr>
              <w:pStyle w:val="Standard1"/>
              <w:spacing w:before="60" w:line="240" w:lineRule="auto"/>
              <w:rPr>
                <w:szCs w:val="22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DE2" w:rsidRDefault="00545DE2" w:rsidP="00BD5E36">
            <w:pPr>
              <w:pStyle w:val="Standard1"/>
              <w:spacing w:before="12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2.1</w:t>
            </w:r>
            <w:r>
              <w:rPr>
                <w:szCs w:val="22"/>
              </w:rPr>
              <w:tab/>
              <w:t>Ich kann</w:t>
            </w:r>
            <w:r w:rsidR="007624DE">
              <w:rPr>
                <w:szCs w:val="22"/>
              </w:rPr>
              <w:t xml:space="preserve"> den Aufbau einer MAC-Adresse erklären.</w:t>
            </w:r>
          </w:p>
          <w:p w:rsidR="00545DE2" w:rsidRDefault="00545DE2" w:rsidP="00BF3642">
            <w:pPr>
              <w:pStyle w:val="Standard1"/>
              <w:spacing w:before="6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2.2</w:t>
            </w:r>
            <w:r>
              <w:rPr>
                <w:szCs w:val="22"/>
              </w:rPr>
              <w:tab/>
              <w:t>Ich kann</w:t>
            </w:r>
            <w:r w:rsidR="007624DE">
              <w:rPr>
                <w:szCs w:val="22"/>
              </w:rPr>
              <w:t xml:space="preserve"> den Aufbau einer IPv4-Adresse erklären.</w:t>
            </w:r>
          </w:p>
          <w:p w:rsidR="00795AFB" w:rsidRDefault="00795AFB" w:rsidP="00BF3642">
            <w:pPr>
              <w:pStyle w:val="Standard1"/>
              <w:spacing w:before="6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2.3</w:t>
            </w:r>
            <w:r>
              <w:rPr>
                <w:szCs w:val="22"/>
              </w:rPr>
              <w:tab/>
              <w:t>Ich kann den Aufbau einer Subnetzmaske erklären.</w:t>
            </w:r>
          </w:p>
          <w:p w:rsidR="00545DE2" w:rsidRDefault="00795AFB" w:rsidP="00BF3642">
            <w:pPr>
              <w:pStyle w:val="Standard1"/>
              <w:spacing w:before="6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2.4</w:t>
            </w:r>
            <w:r w:rsidR="00545DE2">
              <w:rPr>
                <w:szCs w:val="22"/>
              </w:rPr>
              <w:tab/>
              <w:t>Ich kann</w:t>
            </w:r>
            <w:r w:rsidR="007624DE">
              <w:rPr>
                <w:szCs w:val="22"/>
              </w:rPr>
              <w:t xml:space="preserve"> den Netzwerkteil einer IPv4-Adresse berechnen.</w:t>
            </w:r>
          </w:p>
          <w:p w:rsidR="007624DE" w:rsidRDefault="00795AFB" w:rsidP="007624DE">
            <w:pPr>
              <w:pStyle w:val="Standard1"/>
              <w:tabs>
                <w:tab w:val="left" w:pos="709"/>
                <w:tab w:val="left" w:pos="1418"/>
                <w:tab w:val="left" w:pos="2127"/>
                <w:tab w:val="left" w:pos="2836"/>
              </w:tabs>
              <w:spacing w:before="6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2.5</w:t>
            </w:r>
            <w:r w:rsidR="007624DE">
              <w:rPr>
                <w:szCs w:val="22"/>
              </w:rPr>
              <w:tab/>
              <w:t xml:space="preserve">Ich kann den </w:t>
            </w:r>
            <w:proofErr w:type="spellStart"/>
            <w:r w:rsidR="007624DE">
              <w:rPr>
                <w:szCs w:val="22"/>
              </w:rPr>
              <w:t>Hostteil</w:t>
            </w:r>
            <w:proofErr w:type="spellEnd"/>
            <w:r w:rsidR="007624DE">
              <w:rPr>
                <w:szCs w:val="22"/>
              </w:rPr>
              <w:t xml:space="preserve"> einer IPv4-Adresse berechnen.</w:t>
            </w:r>
            <w:r w:rsidR="007624DE">
              <w:rPr>
                <w:szCs w:val="22"/>
              </w:rPr>
              <w:tab/>
            </w:r>
          </w:p>
          <w:p w:rsidR="00545DE2" w:rsidRDefault="00795AFB" w:rsidP="009608E4">
            <w:pPr>
              <w:pStyle w:val="Standard1"/>
              <w:tabs>
                <w:tab w:val="left" w:pos="709"/>
                <w:tab w:val="left" w:pos="1418"/>
                <w:tab w:val="left" w:pos="2127"/>
                <w:tab w:val="left" w:pos="2836"/>
              </w:tabs>
              <w:spacing w:before="6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2.6</w:t>
            </w:r>
            <w:r w:rsidR="00545DE2">
              <w:rPr>
                <w:szCs w:val="22"/>
              </w:rPr>
              <w:tab/>
              <w:t>Ich kann</w:t>
            </w:r>
            <w:r w:rsidR="007624DE">
              <w:rPr>
                <w:szCs w:val="22"/>
              </w:rPr>
              <w:t xml:space="preserve"> die maximale Anzahl der Geräte ermitteln, die in einem Netzwerk angesprochen werden können.</w:t>
            </w:r>
          </w:p>
          <w:p w:rsidR="009608E4" w:rsidRDefault="009608E4" w:rsidP="009608E4">
            <w:pPr>
              <w:pStyle w:val="Standard1"/>
              <w:tabs>
                <w:tab w:val="left" w:pos="709"/>
                <w:tab w:val="left" w:pos="1418"/>
                <w:tab w:val="left" w:pos="2127"/>
                <w:tab w:val="left" w:pos="2836"/>
              </w:tabs>
              <w:spacing w:before="6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2.7</w:t>
            </w:r>
            <w:r>
              <w:rPr>
                <w:szCs w:val="22"/>
              </w:rPr>
              <w:tab/>
              <w:t>Ich kann überprüfen, ob sich zwei Hosts in einem oder in verschie</w:t>
            </w:r>
            <w:r>
              <w:rPr>
                <w:szCs w:val="22"/>
              </w:rPr>
              <w:softHyphen/>
              <w:t>denen Netzwerken befinden.</w:t>
            </w:r>
          </w:p>
          <w:p w:rsidR="00492B85" w:rsidRDefault="00492B85" w:rsidP="009608E4">
            <w:pPr>
              <w:pStyle w:val="Standard1"/>
              <w:tabs>
                <w:tab w:val="left" w:pos="709"/>
                <w:tab w:val="left" w:pos="1418"/>
                <w:tab w:val="left" w:pos="2127"/>
                <w:tab w:val="left" w:pos="2836"/>
              </w:tabs>
              <w:spacing w:before="6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2.8</w:t>
            </w:r>
            <w:r>
              <w:rPr>
                <w:szCs w:val="22"/>
              </w:rPr>
              <w:tab/>
              <w:t>Ich kann eine Subnetzmaske für verschiedene Teilnetzwerke erstellen.</w:t>
            </w:r>
          </w:p>
          <w:p w:rsidR="007624DE" w:rsidRPr="005524DE" w:rsidRDefault="009608E4" w:rsidP="009608E4">
            <w:pPr>
              <w:pStyle w:val="Standard1"/>
              <w:spacing w:before="60" w:after="120" w:line="240" w:lineRule="auto"/>
              <w:ind w:left="482" w:right="-108" w:hanging="482"/>
              <w:rPr>
                <w:szCs w:val="22"/>
              </w:rPr>
            </w:pPr>
            <w:r>
              <w:rPr>
                <w:szCs w:val="22"/>
              </w:rPr>
              <w:t>2.</w:t>
            </w:r>
            <w:r w:rsidR="00492B85">
              <w:rPr>
                <w:szCs w:val="22"/>
              </w:rPr>
              <w:t>9</w:t>
            </w:r>
            <w:r>
              <w:rPr>
                <w:szCs w:val="22"/>
              </w:rPr>
              <w:tab/>
              <w:t>Ich kann die Adressbereiche verschiedener Teilnetzwerke bestim</w:t>
            </w:r>
            <w:r w:rsidR="00492B85">
              <w:rPr>
                <w:szCs w:val="22"/>
              </w:rPr>
              <w:softHyphen/>
            </w:r>
            <w:r>
              <w:rPr>
                <w:szCs w:val="22"/>
              </w:rPr>
              <w:t>men.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DE2" w:rsidRPr="00D573FD" w:rsidRDefault="00545DE2" w:rsidP="00BD5E36">
            <w:pPr>
              <w:pStyle w:val="Standard1"/>
              <w:spacing w:before="120" w:after="40" w:line="240" w:lineRule="auto"/>
              <w:rPr>
                <w:szCs w:val="22"/>
              </w:rPr>
            </w:pPr>
            <w:r>
              <w:rPr>
                <w:szCs w:val="22"/>
              </w:rPr>
              <w:t>P</w:t>
            </w:r>
          </w:p>
          <w:p w:rsidR="00545DE2" w:rsidRDefault="00545DE2" w:rsidP="00BF3642">
            <w:pPr>
              <w:pStyle w:val="Standard1"/>
              <w:spacing w:before="60" w:after="40" w:line="240" w:lineRule="auto"/>
              <w:rPr>
                <w:szCs w:val="22"/>
              </w:rPr>
            </w:pPr>
            <w:r>
              <w:rPr>
                <w:szCs w:val="22"/>
              </w:rPr>
              <w:t>P</w:t>
            </w:r>
          </w:p>
          <w:p w:rsidR="00545DE2" w:rsidRDefault="00545DE2" w:rsidP="00BF3642">
            <w:pPr>
              <w:pStyle w:val="Standard1"/>
              <w:spacing w:before="60" w:after="40" w:line="240" w:lineRule="auto"/>
              <w:rPr>
                <w:szCs w:val="22"/>
              </w:rPr>
            </w:pPr>
            <w:r>
              <w:rPr>
                <w:szCs w:val="22"/>
              </w:rPr>
              <w:t>P</w:t>
            </w:r>
          </w:p>
          <w:p w:rsidR="009608E4" w:rsidRDefault="00545DE2" w:rsidP="00BF3642">
            <w:pPr>
              <w:pStyle w:val="Standard1"/>
              <w:spacing w:before="60" w:after="40" w:line="240" w:lineRule="auto"/>
              <w:rPr>
                <w:szCs w:val="22"/>
              </w:rPr>
            </w:pPr>
            <w:r>
              <w:rPr>
                <w:szCs w:val="22"/>
              </w:rPr>
              <w:t>P</w:t>
            </w:r>
          </w:p>
          <w:p w:rsidR="002E1099" w:rsidRDefault="002E1099" w:rsidP="00BF3642">
            <w:pPr>
              <w:pStyle w:val="Standard1"/>
              <w:spacing w:before="60" w:after="40" w:line="240" w:lineRule="auto"/>
              <w:rPr>
                <w:szCs w:val="22"/>
              </w:rPr>
            </w:pPr>
            <w:r>
              <w:rPr>
                <w:szCs w:val="22"/>
              </w:rPr>
              <w:t>P</w:t>
            </w:r>
          </w:p>
          <w:p w:rsidR="00492B85" w:rsidRDefault="002E1099" w:rsidP="00492B85">
            <w:pPr>
              <w:pStyle w:val="Standard1"/>
              <w:spacing w:before="60" w:after="40" w:line="240" w:lineRule="auto"/>
              <w:ind w:right="-108"/>
              <w:rPr>
                <w:szCs w:val="22"/>
              </w:rPr>
            </w:pPr>
            <w:r>
              <w:rPr>
                <w:szCs w:val="22"/>
              </w:rPr>
              <w:t>P</w:t>
            </w:r>
            <w:r w:rsidR="00492B85">
              <w:rPr>
                <w:szCs w:val="22"/>
              </w:rPr>
              <w:br/>
            </w:r>
          </w:p>
          <w:p w:rsidR="009608E4" w:rsidRDefault="002E1099" w:rsidP="009608E4">
            <w:pPr>
              <w:pStyle w:val="Standard1"/>
              <w:spacing w:before="60" w:after="40" w:line="240" w:lineRule="auto"/>
              <w:ind w:right="-108"/>
              <w:rPr>
                <w:szCs w:val="22"/>
              </w:rPr>
            </w:pPr>
            <w:r>
              <w:rPr>
                <w:szCs w:val="22"/>
              </w:rPr>
              <w:t>P</w:t>
            </w:r>
            <w:r>
              <w:rPr>
                <w:szCs w:val="22"/>
              </w:rPr>
              <w:br/>
            </w:r>
          </w:p>
          <w:p w:rsidR="002E1099" w:rsidRDefault="002E1099" w:rsidP="009608E4">
            <w:pPr>
              <w:pStyle w:val="Standard1"/>
              <w:spacing w:before="60" w:after="40" w:line="240" w:lineRule="auto"/>
              <w:ind w:right="-108"/>
              <w:rPr>
                <w:szCs w:val="22"/>
              </w:rPr>
            </w:pPr>
            <w:r>
              <w:rPr>
                <w:szCs w:val="22"/>
              </w:rPr>
              <w:t>WA</w:t>
            </w:r>
            <w:r>
              <w:rPr>
                <w:szCs w:val="22"/>
              </w:rPr>
              <w:br/>
            </w:r>
          </w:p>
          <w:p w:rsidR="002E1099" w:rsidRPr="00D573FD" w:rsidRDefault="002E1099" w:rsidP="009608E4">
            <w:pPr>
              <w:pStyle w:val="Standard1"/>
              <w:spacing w:before="60" w:after="40" w:line="240" w:lineRule="auto"/>
              <w:ind w:right="-108"/>
              <w:rPr>
                <w:szCs w:val="22"/>
              </w:rPr>
            </w:pPr>
            <w:r>
              <w:rPr>
                <w:szCs w:val="22"/>
              </w:rPr>
              <w:t>WA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b/>
                <w:szCs w:val="22"/>
              </w:rPr>
              <w:id w:val="-20013456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45DE2" w:rsidRDefault="00545DE2" w:rsidP="00BD5E36">
                <w:pPr>
                  <w:pStyle w:val="Standard1"/>
                  <w:spacing w:before="100" w:line="240" w:lineRule="auto"/>
                  <w:rPr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sdt>
            <w:sdtPr>
              <w:rPr>
                <w:b/>
                <w:szCs w:val="22"/>
              </w:rPr>
              <w:id w:val="7077618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45DE2" w:rsidRDefault="002E1099" w:rsidP="002E1099">
                <w:pPr>
                  <w:pStyle w:val="Standard1"/>
                  <w:spacing w:before="20" w:line="240" w:lineRule="auto"/>
                  <w:rPr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sdt>
            <w:sdtPr>
              <w:rPr>
                <w:b/>
                <w:szCs w:val="22"/>
              </w:rPr>
              <w:id w:val="-71372715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45DE2" w:rsidRDefault="002E1099" w:rsidP="002E1099">
                <w:pPr>
                  <w:pStyle w:val="Standard1"/>
                  <w:spacing w:before="20" w:line="240" w:lineRule="auto"/>
                  <w:rPr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p w:rsidR="00545DE2" w:rsidRDefault="00CC718E" w:rsidP="002E1099">
            <w:pPr>
              <w:pStyle w:val="Standard1"/>
              <w:spacing w:before="40" w:line="240" w:lineRule="auto"/>
              <w:rPr>
                <w:b/>
              </w:rPr>
            </w:pPr>
            <w:sdt>
              <w:sdtPr>
                <w:rPr>
                  <w:b/>
                  <w:szCs w:val="22"/>
                </w:rPr>
                <w:id w:val="1940794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1099"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sdtContent>
            </w:sdt>
          </w:p>
          <w:p w:rsidR="00545DE2" w:rsidRDefault="00CC718E" w:rsidP="00BF3642">
            <w:pPr>
              <w:pStyle w:val="Standard1"/>
              <w:spacing w:before="20" w:line="240" w:lineRule="auto"/>
              <w:rPr>
                <w:color w:val="auto"/>
                <w:szCs w:val="22"/>
              </w:rPr>
            </w:pPr>
            <w:sdt>
              <w:sdtPr>
                <w:rPr>
                  <w:b/>
                  <w:szCs w:val="22"/>
                </w:rPr>
                <w:id w:val="-813481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1099"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sdtContent>
            </w:sdt>
          </w:p>
          <w:p w:rsidR="00492B85" w:rsidRDefault="00CC718E" w:rsidP="002E1099">
            <w:pPr>
              <w:pStyle w:val="Standard1"/>
              <w:spacing w:before="40" w:line="240" w:lineRule="auto"/>
              <w:rPr>
                <w:color w:val="auto"/>
                <w:szCs w:val="22"/>
              </w:rPr>
            </w:pPr>
            <w:sdt>
              <w:sdtPr>
                <w:rPr>
                  <w:b/>
                  <w:szCs w:val="22"/>
                </w:rPr>
                <w:id w:val="-13597255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1099"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sdtContent>
            </w:sdt>
          </w:p>
          <w:p w:rsidR="00492B85" w:rsidRDefault="00492B85" w:rsidP="00BF3642">
            <w:pPr>
              <w:pStyle w:val="Standard1"/>
              <w:spacing w:before="20" w:line="240" w:lineRule="auto"/>
              <w:rPr>
                <w:color w:val="auto"/>
                <w:szCs w:val="22"/>
              </w:rPr>
            </w:pPr>
          </w:p>
          <w:p w:rsidR="00492B85" w:rsidRDefault="00CC718E" w:rsidP="00BF3642">
            <w:pPr>
              <w:pStyle w:val="Standard1"/>
              <w:spacing w:before="20" w:line="240" w:lineRule="auto"/>
              <w:rPr>
                <w:color w:val="auto"/>
                <w:szCs w:val="22"/>
              </w:rPr>
            </w:pPr>
            <w:sdt>
              <w:sdtPr>
                <w:rPr>
                  <w:b/>
                  <w:szCs w:val="22"/>
                </w:rPr>
                <w:id w:val="-18199512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1099"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sdtContent>
            </w:sdt>
          </w:p>
          <w:p w:rsidR="00492B85" w:rsidRDefault="00492B85" w:rsidP="00BF3642">
            <w:pPr>
              <w:pStyle w:val="Standard1"/>
              <w:spacing w:before="20" w:line="240" w:lineRule="auto"/>
              <w:rPr>
                <w:color w:val="auto"/>
                <w:szCs w:val="22"/>
              </w:rPr>
            </w:pPr>
          </w:p>
          <w:p w:rsidR="00492B85" w:rsidRDefault="00CC718E" w:rsidP="002E1099">
            <w:pPr>
              <w:pStyle w:val="Standard1"/>
              <w:spacing w:line="240" w:lineRule="auto"/>
              <w:rPr>
                <w:color w:val="auto"/>
                <w:szCs w:val="22"/>
              </w:rPr>
            </w:pPr>
            <w:sdt>
              <w:sdtPr>
                <w:rPr>
                  <w:b/>
                  <w:szCs w:val="22"/>
                </w:rPr>
                <w:id w:val="-20694122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1099"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sdtContent>
            </w:sdt>
            <w:r w:rsidR="002E1099">
              <w:rPr>
                <w:color w:val="auto"/>
                <w:szCs w:val="22"/>
              </w:rPr>
              <w:br/>
            </w:r>
          </w:p>
          <w:p w:rsidR="002E1099" w:rsidRPr="00837644" w:rsidRDefault="00CC718E" w:rsidP="00BF3642">
            <w:pPr>
              <w:pStyle w:val="Standard1"/>
              <w:spacing w:before="20" w:line="240" w:lineRule="auto"/>
              <w:rPr>
                <w:color w:val="auto"/>
                <w:szCs w:val="22"/>
              </w:rPr>
            </w:pPr>
            <w:sdt>
              <w:sdtPr>
                <w:rPr>
                  <w:b/>
                  <w:szCs w:val="22"/>
                </w:rPr>
                <w:id w:val="-544988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1099"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sdtContent>
            </w:sdt>
            <w:r w:rsidR="002E1099">
              <w:rPr>
                <w:color w:val="auto"/>
                <w:szCs w:val="22"/>
              </w:rPr>
              <w:br/>
            </w:r>
          </w:p>
        </w:tc>
      </w:tr>
      <w:tr w:rsidR="00545DE2" w:rsidRPr="00F5101E" w:rsidTr="00545DE2">
        <w:trPr>
          <w:trHeight w:val="453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5DE2" w:rsidRPr="00F5101E" w:rsidRDefault="00545DE2" w:rsidP="00BF3642">
            <w:pPr>
              <w:pStyle w:val="Standard1"/>
              <w:spacing w:before="60" w:line="240" w:lineRule="auto"/>
              <w:rPr>
                <w:szCs w:val="22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DE2" w:rsidRDefault="00545DE2" w:rsidP="005D1D59">
            <w:pPr>
              <w:pStyle w:val="Standard1"/>
              <w:spacing w:before="120" w:line="240" w:lineRule="auto"/>
              <w:ind w:left="482" w:right="-108" w:hanging="482"/>
              <w:rPr>
                <w:szCs w:val="22"/>
              </w:rPr>
            </w:pPr>
            <w:r>
              <w:rPr>
                <w:szCs w:val="22"/>
              </w:rPr>
              <w:t>3.1</w:t>
            </w:r>
            <w:r>
              <w:rPr>
                <w:szCs w:val="22"/>
              </w:rPr>
              <w:tab/>
              <w:t>Ich kann</w:t>
            </w:r>
            <w:r w:rsidR="005D1D59">
              <w:rPr>
                <w:szCs w:val="22"/>
              </w:rPr>
              <w:t xml:space="preserve"> die Aufgaben eines DHCP-Servers erläutern.</w:t>
            </w:r>
          </w:p>
          <w:p w:rsidR="00545DE2" w:rsidRPr="005524DE" w:rsidRDefault="00545DE2" w:rsidP="00253E0C">
            <w:pPr>
              <w:pStyle w:val="Standard1"/>
              <w:spacing w:before="60" w:after="120" w:line="240" w:lineRule="auto"/>
              <w:ind w:left="482" w:right="-108" w:hanging="482"/>
              <w:rPr>
                <w:szCs w:val="22"/>
              </w:rPr>
            </w:pPr>
            <w:r>
              <w:rPr>
                <w:szCs w:val="22"/>
              </w:rPr>
              <w:t>3.2</w:t>
            </w:r>
            <w:r>
              <w:rPr>
                <w:szCs w:val="22"/>
              </w:rPr>
              <w:tab/>
              <w:t>Ich kann</w:t>
            </w:r>
            <w:r w:rsidR="005D1D59">
              <w:rPr>
                <w:szCs w:val="22"/>
              </w:rPr>
              <w:t xml:space="preserve"> in einer Simulationssoftware einen DHCP-Server einrichten.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DE2" w:rsidRPr="00D573FD" w:rsidRDefault="00545DE2" w:rsidP="00BD5E36">
            <w:pPr>
              <w:pStyle w:val="Standard1"/>
              <w:spacing w:before="120" w:after="40" w:line="240" w:lineRule="auto"/>
              <w:rPr>
                <w:szCs w:val="22"/>
              </w:rPr>
            </w:pPr>
            <w:r>
              <w:rPr>
                <w:szCs w:val="22"/>
              </w:rPr>
              <w:t>P</w:t>
            </w:r>
          </w:p>
          <w:p w:rsidR="00545DE2" w:rsidRPr="00D573FD" w:rsidRDefault="00545DE2" w:rsidP="00BF3642">
            <w:pPr>
              <w:pStyle w:val="Standard1"/>
              <w:spacing w:before="60" w:after="40" w:line="240" w:lineRule="auto"/>
              <w:rPr>
                <w:szCs w:val="22"/>
              </w:rPr>
            </w:pPr>
            <w:r>
              <w:rPr>
                <w:szCs w:val="22"/>
              </w:rPr>
              <w:t>P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b/>
                <w:szCs w:val="22"/>
              </w:rPr>
              <w:id w:val="-1930050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45DE2" w:rsidRPr="00545DE2" w:rsidRDefault="002E1099" w:rsidP="002E1099">
                <w:pPr>
                  <w:pStyle w:val="Standard1"/>
                  <w:spacing w:before="80" w:line="240" w:lineRule="auto"/>
                  <w:rPr>
                    <w:b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sdt>
            <w:sdtPr>
              <w:rPr>
                <w:b/>
                <w:szCs w:val="22"/>
              </w:rPr>
              <w:id w:val="-6108228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45DE2" w:rsidRPr="00545DE2" w:rsidRDefault="002E1099" w:rsidP="002E1099">
                <w:pPr>
                  <w:pStyle w:val="Standard1"/>
                  <w:spacing w:before="40" w:line="240" w:lineRule="auto"/>
                  <w:rPr>
                    <w:b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</w:tc>
      </w:tr>
      <w:tr w:rsidR="00545DE2" w:rsidRPr="00F5101E" w:rsidTr="002E1099">
        <w:trPr>
          <w:trHeight w:val="453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5DE2" w:rsidRPr="00F5101E" w:rsidRDefault="00545DE2" w:rsidP="00BF3642">
            <w:pPr>
              <w:pStyle w:val="Standard1"/>
              <w:spacing w:before="60" w:line="240" w:lineRule="auto"/>
              <w:rPr>
                <w:szCs w:val="22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DE2" w:rsidRDefault="00545DE2" w:rsidP="003814E1">
            <w:pPr>
              <w:pStyle w:val="Standard1"/>
              <w:spacing w:before="12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4.1</w:t>
            </w:r>
            <w:r>
              <w:rPr>
                <w:szCs w:val="22"/>
              </w:rPr>
              <w:tab/>
              <w:t>Ich kann</w:t>
            </w:r>
            <w:r w:rsidR="005D1D59">
              <w:rPr>
                <w:szCs w:val="22"/>
              </w:rPr>
              <w:t xml:space="preserve"> die Aufgaben eines Webservers erläutern.</w:t>
            </w:r>
          </w:p>
          <w:p w:rsidR="00545DE2" w:rsidRDefault="00545DE2" w:rsidP="00BF3642">
            <w:pPr>
              <w:pStyle w:val="Standard1"/>
              <w:spacing w:before="6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4.2</w:t>
            </w:r>
            <w:r>
              <w:rPr>
                <w:szCs w:val="22"/>
              </w:rPr>
              <w:tab/>
              <w:t>Ich kann</w:t>
            </w:r>
            <w:r w:rsidR="005D1D59">
              <w:rPr>
                <w:szCs w:val="22"/>
              </w:rPr>
              <w:t xml:space="preserve"> in einer Simulationssoftware einen Webserver einrichten.</w:t>
            </w:r>
          </w:p>
          <w:p w:rsidR="00545DE2" w:rsidRDefault="00545DE2" w:rsidP="005D1D59">
            <w:pPr>
              <w:pStyle w:val="Standard1"/>
              <w:tabs>
                <w:tab w:val="left" w:pos="709"/>
                <w:tab w:val="left" w:pos="1418"/>
                <w:tab w:val="left" w:pos="2415"/>
              </w:tabs>
              <w:spacing w:before="6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4.3</w:t>
            </w:r>
            <w:r>
              <w:rPr>
                <w:szCs w:val="22"/>
              </w:rPr>
              <w:tab/>
              <w:t>Ich kann</w:t>
            </w:r>
            <w:r w:rsidR="005D1D59">
              <w:rPr>
                <w:szCs w:val="22"/>
              </w:rPr>
              <w:tab/>
            </w:r>
            <w:r w:rsidR="00996B10">
              <w:rPr>
                <w:szCs w:val="22"/>
              </w:rPr>
              <w:t>Dateien auf einen Webserver hochladen.</w:t>
            </w:r>
            <w:r w:rsidR="005D1D59">
              <w:rPr>
                <w:szCs w:val="22"/>
              </w:rPr>
              <w:tab/>
            </w:r>
          </w:p>
          <w:p w:rsidR="00545DE2" w:rsidRPr="005524DE" w:rsidRDefault="00545DE2" w:rsidP="003814E1">
            <w:pPr>
              <w:pStyle w:val="Standard1"/>
              <w:spacing w:before="60" w:after="12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4.4</w:t>
            </w:r>
            <w:r>
              <w:rPr>
                <w:szCs w:val="22"/>
              </w:rPr>
              <w:tab/>
              <w:t>Ich kann</w:t>
            </w:r>
            <w:r w:rsidR="00996B10">
              <w:rPr>
                <w:szCs w:val="22"/>
              </w:rPr>
              <w:t xml:space="preserve"> Dateien von einem Webserver herun</w:t>
            </w:r>
            <w:r w:rsidR="003814E1">
              <w:rPr>
                <w:szCs w:val="22"/>
              </w:rPr>
              <w:t>t</w:t>
            </w:r>
            <w:r w:rsidR="00996B10">
              <w:rPr>
                <w:szCs w:val="22"/>
              </w:rPr>
              <w:t>erladen.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DE2" w:rsidRPr="00D573FD" w:rsidRDefault="00545DE2" w:rsidP="002E1099">
            <w:pPr>
              <w:pStyle w:val="Standard1"/>
              <w:spacing w:before="120" w:after="40" w:line="240" w:lineRule="auto"/>
              <w:rPr>
                <w:szCs w:val="22"/>
              </w:rPr>
            </w:pPr>
            <w:r>
              <w:rPr>
                <w:szCs w:val="22"/>
              </w:rPr>
              <w:t>P</w:t>
            </w:r>
          </w:p>
          <w:p w:rsidR="00545DE2" w:rsidRDefault="00545DE2" w:rsidP="00BF3642">
            <w:pPr>
              <w:pStyle w:val="Standard1"/>
              <w:spacing w:before="60" w:after="40" w:line="240" w:lineRule="auto"/>
              <w:rPr>
                <w:szCs w:val="22"/>
              </w:rPr>
            </w:pPr>
            <w:r>
              <w:rPr>
                <w:szCs w:val="22"/>
              </w:rPr>
              <w:t>P</w:t>
            </w:r>
          </w:p>
          <w:p w:rsidR="00545DE2" w:rsidRDefault="00545DE2" w:rsidP="00BF3642">
            <w:pPr>
              <w:pStyle w:val="Standard1"/>
              <w:spacing w:before="60" w:after="40" w:line="240" w:lineRule="auto"/>
              <w:rPr>
                <w:szCs w:val="22"/>
              </w:rPr>
            </w:pPr>
            <w:r>
              <w:rPr>
                <w:szCs w:val="22"/>
              </w:rPr>
              <w:t>P</w:t>
            </w:r>
          </w:p>
          <w:p w:rsidR="00545DE2" w:rsidRPr="00D573FD" w:rsidRDefault="00545DE2" w:rsidP="00BF3642">
            <w:pPr>
              <w:pStyle w:val="Standard1"/>
              <w:spacing w:before="60" w:after="40" w:line="240" w:lineRule="auto"/>
              <w:rPr>
                <w:szCs w:val="22"/>
              </w:rPr>
            </w:pPr>
            <w:r>
              <w:rPr>
                <w:szCs w:val="22"/>
              </w:rPr>
              <w:t>P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b/>
                <w:szCs w:val="22"/>
              </w:rPr>
              <w:id w:val="21417347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45DE2" w:rsidRPr="00545DE2" w:rsidRDefault="002E1099" w:rsidP="002E1099">
                <w:pPr>
                  <w:pStyle w:val="Standard1"/>
                  <w:spacing w:before="80" w:line="240" w:lineRule="auto"/>
                  <w:rPr>
                    <w:b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sdt>
            <w:sdtPr>
              <w:rPr>
                <w:b/>
                <w:szCs w:val="22"/>
              </w:rPr>
              <w:id w:val="-20749594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45DE2" w:rsidRPr="00545DE2" w:rsidRDefault="002E1099" w:rsidP="002E1099">
                <w:pPr>
                  <w:pStyle w:val="Standard1"/>
                  <w:spacing w:before="40" w:line="240" w:lineRule="auto"/>
                  <w:rPr>
                    <w:b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p w:rsidR="00545DE2" w:rsidRDefault="00CC718E" w:rsidP="003814E1">
            <w:pPr>
              <w:pStyle w:val="Standard1"/>
              <w:spacing w:before="20" w:line="240" w:lineRule="auto"/>
              <w:rPr>
                <w:b/>
                <w:szCs w:val="22"/>
              </w:rPr>
            </w:pPr>
            <w:sdt>
              <w:sdtPr>
                <w:rPr>
                  <w:b/>
                  <w:szCs w:val="22"/>
                </w:rPr>
                <w:id w:val="2996624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1099"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sdtContent>
            </w:sdt>
          </w:p>
          <w:p w:rsidR="002E1099" w:rsidRPr="00545DE2" w:rsidRDefault="00CC718E" w:rsidP="003814E1">
            <w:pPr>
              <w:pStyle w:val="Standard1"/>
              <w:spacing w:before="20" w:line="240" w:lineRule="auto"/>
              <w:rPr>
                <w:b/>
                <w:szCs w:val="22"/>
              </w:rPr>
            </w:pPr>
            <w:sdt>
              <w:sdtPr>
                <w:rPr>
                  <w:b/>
                  <w:szCs w:val="22"/>
                </w:rPr>
                <w:id w:val="1447045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1099"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sdtContent>
            </w:sdt>
          </w:p>
        </w:tc>
      </w:tr>
      <w:tr w:rsidR="00545DE2" w:rsidRPr="00F5101E" w:rsidTr="002E1099">
        <w:trPr>
          <w:trHeight w:val="453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5DE2" w:rsidRPr="00F5101E" w:rsidRDefault="00545DE2" w:rsidP="00BF3642">
            <w:pPr>
              <w:pStyle w:val="Standard1"/>
              <w:spacing w:before="60" w:line="240" w:lineRule="auto"/>
              <w:rPr>
                <w:szCs w:val="22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DE2" w:rsidRDefault="00545DE2" w:rsidP="003814E1">
            <w:pPr>
              <w:pStyle w:val="Standard1"/>
              <w:spacing w:before="12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5.1</w:t>
            </w:r>
            <w:r>
              <w:rPr>
                <w:szCs w:val="22"/>
              </w:rPr>
              <w:tab/>
              <w:t>Ich kann</w:t>
            </w:r>
            <w:r w:rsidR="005D1D59">
              <w:rPr>
                <w:szCs w:val="22"/>
              </w:rPr>
              <w:t xml:space="preserve"> die Rolle eines DNS-Servers erläutern.</w:t>
            </w:r>
          </w:p>
          <w:p w:rsidR="00545DE2" w:rsidRDefault="00545DE2" w:rsidP="00BF3642">
            <w:pPr>
              <w:pStyle w:val="Standard1"/>
              <w:spacing w:before="6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5.2</w:t>
            </w:r>
            <w:r>
              <w:rPr>
                <w:szCs w:val="22"/>
              </w:rPr>
              <w:tab/>
              <w:t>Ich kann</w:t>
            </w:r>
            <w:r w:rsidR="005D1D59">
              <w:rPr>
                <w:szCs w:val="22"/>
              </w:rPr>
              <w:t xml:space="preserve"> in einer Simulationssoftware einen DNS-Server einrichten.</w:t>
            </w:r>
          </w:p>
          <w:p w:rsidR="00545DE2" w:rsidRDefault="00545DE2" w:rsidP="00BF3642">
            <w:pPr>
              <w:pStyle w:val="Standard1"/>
              <w:spacing w:before="6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5.3</w:t>
            </w:r>
            <w:r>
              <w:rPr>
                <w:szCs w:val="22"/>
              </w:rPr>
              <w:tab/>
              <w:t>Ich kann</w:t>
            </w:r>
            <w:r w:rsidR="003814E1">
              <w:rPr>
                <w:szCs w:val="22"/>
              </w:rPr>
              <w:t xml:space="preserve"> die Funktion eines DNS-Servers nutzen.</w:t>
            </w:r>
          </w:p>
          <w:p w:rsidR="00545DE2" w:rsidRPr="005524DE" w:rsidRDefault="00545DE2" w:rsidP="00253E0C">
            <w:pPr>
              <w:pStyle w:val="Standard1"/>
              <w:spacing w:before="60" w:after="12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5.4</w:t>
            </w:r>
            <w:r>
              <w:rPr>
                <w:szCs w:val="22"/>
              </w:rPr>
              <w:tab/>
              <w:t>Ich kann</w:t>
            </w:r>
            <w:r w:rsidR="00996B10">
              <w:rPr>
                <w:szCs w:val="22"/>
              </w:rPr>
              <w:t xml:space="preserve"> die Aufgaben der Organisation DENIC erklären.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DE2" w:rsidRPr="00D573FD" w:rsidRDefault="00545DE2" w:rsidP="002E1099">
            <w:pPr>
              <w:pStyle w:val="Standard1"/>
              <w:spacing w:before="120" w:after="40" w:line="240" w:lineRule="auto"/>
              <w:rPr>
                <w:szCs w:val="22"/>
              </w:rPr>
            </w:pPr>
            <w:r>
              <w:rPr>
                <w:szCs w:val="22"/>
              </w:rPr>
              <w:t>P</w:t>
            </w:r>
          </w:p>
          <w:p w:rsidR="00545DE2" w:rsidRDefault="00545DE2" w:rsidP="00BF3642">
            <w:pPr>
              <w:pStyle w:val="Standard1"/>
              <w:spacing w:before="60" w:after="40" w:line="240" w:lineRule="auto"/>
              <w:rPr>
                <w:szCs w:val="22"/>
              </w:rPr>
            </w:pPr>
            <w:r>
              <w:rPr>
                <w:szCs w:val="22"/>
              </w:rPr>
              <w:t>P</w:t>
            </w:r>
          </w:p>
          <w:p w:rsidR="00545DE2" w:rsidRDefault="00545DE2" w:rsidP="00BF3642">
            <w:pPr>
              <w:pStyle w:val="Standard1"/>
              <w:spacing w:before="60" w:after="40" w:line="240" w:lineRule="auto"/>
              <w:rPr>
                <w:szCs w:val="22"/>
              </w:rPr>
            </w:pPr>
            <w:r>
              <w:rPr>
                <w:szCs w:val="22"/>
              </w:rPr>
              <w:t>P</w:t>
            </w:r>
          </w:p>
          <w:p w:rsidR="00545DE2" w:rsidRPr="00D573FD" w:rsidRDefault="00545DE2" w:rsidP="00BF3642">
            <w:pPr>
              <w:pStyle w:val="Standard1"/>
              <w:spacing w:before="60" w:after="40" w:line="240" w:lineRule="auto"/>
              <w:rPr>
                <w:szCs w:val="22"/>
              </w:rPr>
            </w:pPr>
            <w:r>
              <w:rPr>
                <w:szCs w:val="22"/>
              </w:rPr>
              <w:t>P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b/>
                <w:szCs w:val="22"/>
              </w:rPr>
              <w:id w:val="-16036409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45DE2" w:rsidRPr="00545DE2" w:rsidRDefault="002E1099" w:rsidP="002E1099">
                <w:pPr>
                  <w:pStyle w:val="Standard1"/>
                  <w:spacing w:before="80" w:line="240" w:lineRule="auto"/>
                  <w:rPr>
                    <w:b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sdt>
            <w:sdtPr>
              <w:rPr>
                <w:b/>
                <w:szCs w:val="22"/>
              </w:rPr>
              <w:id w:val="17271017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45DE2" w:rsidRPr="00545DE2" w:rsidRDefault="002E1099" w:rsidP="00BF3642">
                <w:pPr>
                  <w:pStyle w:val="Standard1"/>
                  <w:spacing w:before="20" w:line="240" w:lineRule="auto"/>
                  <w:rPr>
                    <w:b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sdt>
            <w:sdtPr>
              <w:rPr>
                <w:b/>
                <w:szCs w:val="22"/>
              </w:rPr>
              <w:id w:val="243805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45DE2" w:rsidRPr="00545DE2" w:rsidRDefault="002E1099" w:rsidP="00BF3642">
                <w:pPr>
                  <w:pStyle w:val="Standard1"/>
                  <w:spacing w:before="20" w:line="240" w:lineRule="auto"/>
                  <w:rPr>
                    <w:b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p w:rsidR="00545DE2" w:rsidRPr="00545DE2" w:rsidRDefault="00CC718E" w:rsidP="00BF3642">
            <w:pPr>
              <w:pStyle w:val="Standard1"/>
              <w:spacing w:before="20" w:line="240" w:lineRule="auto"/>
              <w:rPr>
                <w:b/>
                <w:szCs w:val="22"/>
              </w:rPr>
            </w:pPr>
            <w:sdt>
              <w:sdtPr>
                <w:rPr>
                  <w:b/>
                  <w:szCs w:val="22"/>
                </w:rPr>
                <w:id w:val="10905764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1099"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sdtContent>
            </w:sdt>
          </w:p>
        </w:tc>
      </w:tr>
      <w:tr w:rsidR="003814E1" w:rsidRPr="00F5101E" w:rsidTr="002E1099">
        <w:trPr>
          <w:trHeight w:val="453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4E1" w:rsidRPr="00F5101E" w:rsidRDefault="003814E1" w:rsidP="00F743EA">
            <w:pPr>
              <w:pStyle w:val="Standard1"/>
              <w:spacing w:before="60" w:line="240" w:lineRule="auto"/>
              <w:rPr>
                <w:szCs w:val="22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4E1" w:rsidRDefault="003814E1" w:rsidP="003814E1">
            <w:pPr>
              <w:pStyle w:val="Standard1"/>
              <w:spacing w:before="12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6.1</w:t>
            </w:r>
            <w:r>
              <w:rPr>
                <w:szCs w:val="22"/>
              </w:rPr>
              <w:tab/>
              <w:t xml:space="preserve">Ich kann die </w:t>
            </w:r>
            <w:r w:rsidR="002E1099">
              <w:rPr>
                <w:szCs w:val="22"/>
              </w:rPr>
              <w:t>Aufgaben</w:t>
            </w:r>
            <w:r>
              <w:rPr>
                <w:szCs w:val="22"/>
              </w:rPr>
              <w:t xml:space="preserve"> eines E-Mail-Servers erläutern.</w:t>
            </w:r>
          </w:p>
          <w:p w:rsidR="003814E1" w:rsidRDefault="003814E1" w:rsidP="002E1099">
            <w:pPr>
              <w:pStyle w:val="Standard1"/>
              <w:spacing w:before="60" w:line="240" w:lineRule="auto"/>
              <w:ind w:left="482" w:right="-108" w:hanging="482"/>
              <w:rPr>
                <w:szCs w:val="22"/>
              </w:rPr>
            </w:pPr>
            <w:r>
              <w:rPr>
                <w:szCs w:val="22"/>
              </w:rPr>
              <w:t>6.2</w:t>
            </w:r>
            <w:r>
              <w:rPr>
                <w:szCs w:val="22"/>
              </w:rPr>
              <w:tab/>
              <w:t>Ich kann in einer Simulationssoftware einen E-Mail-Server einrichten.</w:t>
            </w:r>
          </w:p>
          <w:p w:rsidR="003814E1" w:rsidRPr="005524DE" w:rsidRDefault="003814E1" w:rsidP="00253E0C">
            <w:pPr>
              <w:pStyle w:val="Standard1"/>
              <w:spacing w:before="60" w:after="12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6.3</w:t>
            </w:r>
            <w:r>
              <w:rPr>
                <w:szCs w:val="22"/>
              </w:rPr>
              <w:tab/>
              <w:t>Ich kann die Funktion</w:t>
            </w:r>
            <w:r w:rsidR="002E1099">
              <w:rPr>
                <w:szCs w:val="22"/>
              </w:rPr>
              <w:t>en</w:t>
            </w:r>
            <w:r>
              <w:rPr>
                <w:szCs w:val="22"/>
              </w:rPr>
              <w:t xml:space="preserve"> eines E-Mail-Servers nutzen.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4E1" w:rsidRPr="00D573FD" w:rsidRDefault="003814E1" w:rsidP="002E1099">
            <w:pPr>
              <w:pStyle w:val="Standard1"/>
              <w:spacing w:before="120" w:after="40" w:line="240" w:lineRule="auto"/>
              <w:rPr>
                <w:szCs w:val="22"/>
              </w:rPr>
            </w:pPr>
            <w:r>
              <w:rPr>
                <w:szCs w:val="22"/>
              </w:rPr>
              <w:t>P</w:t>
            </w:r>
          </w:p>
          <w:p w:rsidR="003814E1" w:rsidRDefault="003814E1" w:rsidP="00F743EA">
            <w:pPr>
              <w:pStyle w:val="Standard1"/>
              <w:spacing w:before="60" w:after="40" w:line="240" w:lineRule="auto"/>
              <w:rPr>
                <w:szCs w:val="22"/>
              </w:rPr>
            </w:pPr>
            <w:r>
              <w:rPr>
                <w:szCs w:val="22"/>
              </w:rPr>
              <w:t>P</w:t>
            </w:r>
          </w:p>
          <w:p w:rsidR="003814E1" w:rsidRPr="00D573FD" w:rsidRDefault="003814E1" w:rsidP="00F743EA">
            <w:pPr>
              <w:pStyle w:val="Standard1"/>
              <w:spacing w:before="60" w:after="40" w:line="240" w:lineRule="auto"/>
              <w:rPr>
                <w:szCs w:val="22"/>
              </w:rPr>
            </w:pPr>
            <w:r>
              <w:rPr>
                <w:szCs w:val="22"/>
              </w:rPr>
              <w:t>P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b/>
                <w:szCs w:val="22"/>
              </w:rPr>
              <w:id w:val="-13910330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3814E1" w:rsidRPr="00545DE2" w:rsidRDefault="002E1099" w:rsidP="002E1099">
                <w:pPr>
                  <w:pStyle w:val="Standard1"/>
                  <w:spacing w:before="80" w:line="240" w:lineRule="auto"/>
                  <w:rPr>
                    <w:b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sdt>
            <w:sdtPr>
              <w:rPr>
                <w:b/>
                <w:szCs w:val="22"/>
              </w:rPr>
              <w:id w:val="13661772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3814E1" w:rsidRPr="00545DE2" w:rsidRDefault="002E1099" w:rsidP="00F743EA">
                <w:pPr>
                  <w:pStyle w:val="Standard1"/>
                  <w:spacing w:before="20" w:line="240" w:lineRule="auto"/>
                  <w:rPr>
                    <w:b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sdt>
            <w:sdtPr>
              <w:rPr>
                <w:b/>
                <w:szCs w:val="22"/>
              </w:rPr>
              <w:id w:val="11111735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3814E1" w:rsidRPr="00545DE2" w:rsidRDefault="002E1099" w:rsidP="00F743EA">
                <w:pPr>
                  <w:pStyle w:val="Standard1"/>
                  <w:spacing w:before="20" w:line="240" w:lineRule="auto"/>
                  <w:rPr>
                    <w:b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</w:tc>
      </w:tr>
    </w:tbl>
    <w:p w:rsidR="00545DE2" w:rsidRDefault="00545DE2">
      <w:pPr>
        <w:spacing w:line="259" w:lineRule="auto"/>
      </w:pPr>
    </w:p>
    <w:sectPr w:rsidR="00545DE2" w:rsidSect="007320EE">
      <w:footerReference w:type="default" r:id="rId7"/>
      <w:pgSz w:w="11906" w:h="16838"/>
      <w:pgMar w:top="1021" w:right="992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1CD6" w:rsidRDefault="00B91CD6" w:rsidP="009766E4">
      <w:r>
        <w:separator/>
      </w:r>
    </w:p>
  </w:endnote>
  <w:endnote w:type="continuationSeparator" w:id="0">
    <w:p w:rsidR="00B91CD6" w:rsidRDefault="00B91CD6" w:rsidP="00976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6E4" w:rsidRPr="009766E4" w:rsidRDefault="009766E4">
    <w:pPr>
      <w:pStyle w:val="Fuzeile"/>
      <w:rPr>
        <w:sz w:val="12"/>
        <w:u w:val="single"/>
      </w:rPr>
    </w:pPr>
    <w:r w:rsidRPr="009766E4">
      <w:rPr>
        <w:sz w:val="12"/>
        <w:u w:val="single"/>
      </w:rPr>
      <w:tab/>
    </w:r>
    <w:r w:rsidRPr="009766E4">
      <w:rPr>
        <w:sz w:val="12"/>
        <w:u w:val="single"/>
      </w:rPr>
      <w:tab/>
    </w:r>
  </w:p>
  <w:p w:rsidR="009766E4" w:rsidRDefault="009766E4" w:rsidP="009766E4">
    <w:pPr>
      <w:pStyle w:val="Fuzeile"/>
      <w:spacing w:before="80"/>
    </w:pPr>
    <w:r>
      <w:t>P:  Pflichtbereich</w:t>
    </w:r>
    <w:r>
      <w:tab/>
      <w:t>W: Wahlbereich</w:t>
    </w:r>
    <w:r w:rsidRPr="009766E4">
      <w:t xml:space="preserve"> </w:t>
    </w:r>
    <w:r>
      <w:tab/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CC718E">
      <w:rPr>
        <w:b/>
        <w:noProof/>
      </w:rPr>
      <w:t>1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CC718E">
      <w:rPr>
        <w:b/>
        <w:noProof/>
      </w:rPr>
      <w:t>1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1CD6" w:rsidRDefault="00B91CD6" w:rsidP="009766E4">
      <w:r>
        <w:separator/>
      </w:r>
    </w:p>
  </w:footnote>
  <w:footnote w:type="continuationSeparator" w:id="0">
    <w:p w:rsidR="00B91CD6" w:rsidRDefault="00B91CD6" w:rsidP="009766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05FDD"/>
    <w:multiLevelType w:val="multilevel"/>
    <w:tmpl w:val="7DA2531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1" w15:restartNumberingAfterBreak="0">
    <w:nsid w:val="06A7751B"/>
    <w:multiLevelType w:val="hybridMultilevel"/>
    <w:tmpl w:val="AB3ED3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650CA9"/>
    <w:multiLevelType w:val="hybridMultilevel"/>
    <w:tmpl w:val="E80CAF5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8F11C7"/>
    <w:multiLevelType w:val="multilevel"/>
    <w:tmpl w:val="345AC0A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ordinal"/>
      <w:lvlText w:val="%2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4" w15:restartNumberingAfterBreak="0">
    <w:nsid w:val="110F260D"/>
    <w:multiLevelType w:val="multilevel"/>
    <w:tmpl w:val="FBCE99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72" w:hanging="1800"/>
      </w:pPr>
      <w:rPr>
        <w:rFonts w:hint="default"/>
      </w:rPr>
    </w:lvl>
  </w:abstractNum>
  <w:abstractNum w:abstractNumId="5" w15:restartNumberingAfterBreak="0">
    <w:nsid w:val="3BC11EA3"/>
    <w:multiLevelType w:val="multilevel"/>
    <w:tmpl w:val="1A34A7C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A0C7B23"/>
    <w:multiLevelType w:val="multilevel"/>
    <w:tmpl w:val="8C8C671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DB55C77"/>
    <w:multiLevelType w:val="multilevel"/>
    <w:tmpl w:val="35964AFA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349366B"/>
    <w:multiLevelType w:val="hybridMultilevel"/>
    <w:tmpl w:val="BB9A8D4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C693A5D"/>
    <w:multiLevelType w:val="hybridMultilevel"/>
    <w:tmpl w:val="B08C65BA"/>
    <w:lvl w:ilvl="0" w:tplc="0407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60359D"/>
    <w:multiLevelType w:val="hybridMultilevel"/>
    <w:tmpl w:val="0FCA224E"/>
    <w:lvl w:ilvl="0" w:tplc="0407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10"/>
  </w:num>
  <w:num w:numId="7">
    <w:abstractNumId w:val="8"/>
  </w:num>
  <w:num w:numId="8">
    <w:abstractNumId w:val="7"/>
  </w:num>
  <w:num w:numId="9">
    <w:abstractNumId w:val="6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26D"/>
    <w:rsid w:val="00041946"/>
    <w:rsid w:val="00065B27"/>
    <w:rsid w:val="000D0088"/>
    <w:rsid w:val="000D297C"/>
    <w:rsid w:val="000D5D86"/>
    <w:rsid w:val="00123F80"/>
    <w:rsid w:val="0015238C"/>
    <w:rsid w:val="00156818"/>
    <w:rsid w:val="00157749"/>
    <w:rsid w:val="0017570A"/>
    <w:rsid w:val="001D4DBD"/>
    <w:rsid w:val="00201CB7"/>
    <w:rsid w:val="00232CEC"/>
    <w:rsid w:val="002368FE"/>
    <w:rsid w:val="00253E0C"/>
    <w:rsid w:val="00277069"/>
    <w:rsid w:val="0029126D"/>
    <w:rsid w:val="0029220F"/>
    <w:rsid w:val="00297A4A"/>
    <w:rsid w:val="002D0AF3"/>
    <w:rsid w:val="002E1099"/>
    <w:rsid w:val="002E412E"/>
    <w:rsid w:val="002F4F86"/>
    <w:rsid w:val="002F6231"/>
    <w:rsid w:val="003814E1"/>
    <w:rsid w:val="003B0DC2"/>
    <w:rsid w:val="003D5CBB"/>
    <w:rsid w:val="003D6278"/>
    <w:rsid w:val="003E1FFE"/>
    <w:rsid w:val="004007F5"/>
    <w:rsid w:val="004143D7"/>
    <w:rsid w:val="00492B85"/>
    <w:rsid w:val="004A7C18"/>
    <w:rsid w:val="004B182F"/>
    <w:rsid w:val="004B79FF"/>
    <w:rsid w:val="004D3FE8"/>
    <w:rsid w:val="004E57F7"/>
    <w:rsid w:val="004F1784"/>
    <w:rsid w:val="00513D20"/>
    <w:rsid w:val="00536A16"/>
    <w:rsid w:val="00545DE2"/>
    <w:rsid w:val="005524DE"/>
    <w:rsid w:val="005878C1"/>
    <w:rsid w:val="005D1D59"/>
    <w:rsid w:val="005F4FC4"/>
    <w:rsid w:val="00605D79"/>
    <w:rsid w:val="00614D84"/>
    <w:rsid w:val="00631A01"/>
    <w:rsid w:val="00654ADA"/>
    <w:rsid w:val="00660357"/>
    <w:rsid w:val="00680A7D"/>
    <w:rsid w:val="007126C7"/>
    <w:rsid w:val="00727DC1"/>
    <w:rsid w:val="007320EE"/>
    <w:rsid w:val="007624DE"/>
    <w:rsid w:val="007816ED"/>
    <w:rsid w:val="00795AFB"/>
    <w:rsid w:val="007C12FE"/>
    <w:rsid w:val="007E174D"/>
    <w:rsid w:val="007F336E"/>
    <w:rsid w:val="00802021"/>
    <w:rsid w:val="0082585A"/>
    <w:rsid w:val="00831B60"/>
    <w:rsid w:val="00866F5B"/>
    <w:rsid w:val="008C3306"/>
    <w:rsid w:val="008C4C7C"/>
    <w:rsid w:val="008E1A20"/>
    <w:rsid w:val="008F600F"/>
    <w:rsid w:val="00900464"/>
    <w:rsid w:val="0091681F"/>
    <w:rsid w:val="00952035"/>
    <w:rsid w:val="009608E4"/>
    <w:rsid w:val="00964559"/>
    <w:rsid w:val="009766E4"/>
    <w:rsid w:val="009959B4"/>
    <w:rsid w:val="00996B10"/>
    <w:rsid w:val="009E7035"/>
    <w:rsid w:val="00A53E64"/>
    <w:rsid w:val="00A5690C"/>
    <w:rsid w:val="00A61E77"/>
    <w:rsid w:val="00A77BCA"/>
    <w:rsid w:val="00A85B6B"/>
    <w:rsid w:val="00A91305"/>
    <w:rsid w:val="00AA1FE5"/>
    <w:rsid w:val="00AC7562"/>
    <w:rsid w:val="00AF29BB"/>
    <w:rsid w:val="00B45A0E"/>
    <w:rsid w:val="00B72F4F"/>
    <w:rsid w:val="00B91CD6"/>
    <w:rsid w:val="00B95AA2"/>
    <w:rsid w:val="00BC2065"/>
    <w:rsid w:val="00BC3EBA"/>
    <w:rsid w:val="00BD5E36"/>
    <w:rsid w:val="00C54382"/>
    <w:rsid w:val="00CC120E"/>
    <w:rsid w:val="00CC4841"/>
    <w:rsid w:val="00CC718E"/>
    <w:rsid w:val="00D11C06"/>
    <w:rsid w:val="00D573FD"/>
    <w:rsid w:val="00D7004F"/>
    <w:rsid w:val="00D8380F"/>
    <w:rsid w:val="00D95C23"/>
    <w:rsid w:val="00DA3DF4"/>
    <w:rsid w:val="00DA59B4"/>
    <w:rsid w:val="00DF4EAC"/>
    <w:rsid w:val="00E00ECD"/>
    <w:rsid w:val="00E11E7B"/>
    <w:rsid w:val="00EE7265"/>
    <w:rsid w:val="00EF4670"/>
    <w:rsid w:val="00EF7CC3"/>
    <w:rsid w:val="00F53F72"/>
    <w:rsid w:val="00F678DD"/>
    <w:rsid w:val="00FA5D0B"/>
    <w:rsid w:val="00FB6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6E5CE"/>
  <w15:chartTrackingRefBased/>
  <w15:docId w15:val="{8262DB4D-DD3B-4B14-9049-04CF0F6A4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MS Mincho" w:hAnsi="Arial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9126D"/>
    <w:pPr>
      <w:spacing w:line="240" w:lineRule="auto"/>
    </w:pPr>
    <w:rPr>
      <w:rFonts w:ascii="Cambria" w:eastAsia="MS Minngs" w:hAnsi="Cambria" w:cs="Times New Roman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uiPriority w:val="99"/>
    <w:rsid w:val="0029126D"/>
    <w:pPr>
      <w:spacing w:line="276" w:lineRule="auto"/>
    </w:pPr>
    <w:rPr>
      <w:rFonts w:eastAsia="MS Minngs" w:cs="Arial"/>
      <w:color w:val="000000"/>
      <w:szCs w:val="24"/>
      <w:lang w:eastAsia="ja-JP"/>
    </w:rPr>
  </w:style>
  <w:style w:type="paragraph" w:styleId="Kopfzeile">
    <w:name w:val="header"/>
    <w:basedOn w:val="Standard"/>
    <w:link w:val="KopfzeileZchn"/>
    <w:uiPriority w:val="99"/>
    <w:unhideWhenUsed/>
    <w:rsid w:val="009766E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766E4"/>
    <w:rPr>
      <w:rFonts w:ascii="Cambria" w:eastAsia="MS Minngs" w:hAnsi="Cambria" w:cs="Times New Roman"/>
      <w:sz w:val="24"/>
      <w:szCs w:val="24"/>
      <w:lang w:eastAsia="ja-JP"/>
    </w:rPr>
  </w:style>
  <w:style w:type="paragraph" w:styleId="Fuzeile">
    <w:name w:val="footer"/>
    <w:basedOn w:val="Standard"/>
    <w:link w:val="FuzeileZchn"/>
    <w:uiPriority w:val="99"/>
    <w:unhideWhenUsed/>
    <w:rsid w:val="009766E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766E4"/>
    <w:rPr>
      <w:rFonts w:ascii="Cambria" w:eastAsia="MS Minngs" w:hAnsi="Cambria" w:cs="Times New Roman"/>
      <w:sz w:val="24"/>
      <w:szCs w:val="24"/>
      <w:lang w:eastAsia="ja-JP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E7265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E7265"/>
    <w:rPr>
      <w:rFonts w:ascii="Segoe UI" w:eastAsia="MS Minngs" w:hAnsi="Segoe UI" w:cs="Segoe UI"/>
      <w:sz w:val="18"/>
      <w:szCs w:val="18"/>
      <w:lang w:eastAsia="ja-JP"/>
    </w:rPr>
  </w:style>
  <w:style w:type="paragraph" w:styleId="Listenabsatz">
    <w:name w:val="List Paragraph"/>
    <w:basedOn w:val="Standard"/>
    <w:uiPriority w:val="34"/>
    <w:qFormat/>
    <w:rsid w:val="006603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349584E8.dotm</Template>
  <TotalTime>0</TotalTime>
  <Pages>1</Pages>
  <Words>258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Gernot Hege</dc:creator>
  <cp:keywords/>
  <dc:description/>
  <cp:lastModifiedBy>RStreb</cp:lastModifiedBy>
  <cp:revision>80</cp:revision>
  <cp:lastPrinted>2018-09-10T13:50:00Z</cp:lastPrinted>
  <dcterms:created xsi:type="dcterms:W3CDTF">2018-02-23T15:43:00Z</dcterms:created>
  <dcterms:modified xsi:type="dcterms:W3CDTF">2018-11-30T07:10:00Z</dcterms:modified>
</cp:coreProperties>
</file>